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008" w:rsidRPr="00710B12" w:rsidRDefault="00033008" w:rsidP="00710B12">
      <w:pPr>
        <w:spacing w:after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10B12">
        <w:rPr>
          <w:rFonts w:ascii="Arial" w:hAnsi="Arial" w:cs="Arial"/>
          <w:b/>
          <w:bCs/>
          <w:sz w:val="24"/>
          <w:szCs w:val="24"/>
          <w:u w:val="single"/>
        </w:rPr>
        <w:t xml:space="preserve">Communism in </w:t>
      </w:r>
      <w:smartTag w:uri="urn:schemas-microsoft-com:office:smarttags" w:element="place">
        <w:r w:rsidRPr="00710B12">
          <w:rPr>
            <w:rFonts w:ascii="Arial" w:hAnsi="Arial" w:cs="Arial"/>
            <w:b/>
            <w:bCs/>
            <w:sz w:val="24"/>
            <w:szCs w:val="24"/>
            <w:u w:val="single"/>
          </w:rPr>
          <w:t>East/Southeast Asia</w:t>
        </w:r>
      </w:smartTag>
    </w:p>
    <w:p w:rsidR="00033008" w:rsidRPr="006152C7" w:rsidRDefault="00033008" w:rsidP="00710B12">
      <w:pPr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pt;margin-top:7.25pt;width:495pt;height:5in;z-index:251654656;mso-wrap-style:none" strokeweight="2pt">
            <v:textbox style="mso-next-textbox:#_x0000_s1026;mso-fit-shape-to-text:t">
              <w:txbxContent>
                <w:p w:rsidR="00033008" w:rsidRDefault="00033008"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i1026" type="#_x0000_t75" alt="http://mccleskeyms.typepad.com/files/east-south-asia-map.jpg" style="width:475.5pt;height:367.5pt;visibility:visible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033008" w:rsidRPr="006152C7" w:rsidRDefault="00033008" w:rsidP="00975484">
      <w:pPr>
        <w:spacing w:line="240" w:lineRule="auto"/>
        <w:ind w:firstLine="720"/>
        <w:rPr>
          <w:rFonts w:ascii="Arial" w:hAnsi="Arial" w:cs="Arial"/>
          <w:sz w:val="20"/>
          <w:szCs w:val="20"/>
        </w:rPr>
      </w:pPr>
    </w:p>
    <w:p w:rsidR="00033008" w:rsidRPr="006152C7" w:rsidRDefault="00033008" w:rsidP="00975484">
      <w:pPr>
        <w:spacing w:line="240" w:lineRule="auto"/>
        <w:ind w:firstLine="720"/>
        <w:rPr>
          <w:rFonts w:ascii="Arial" w:hAnsi="Arial" w:cs="Arial"/>
          <w:sz w:val="20"/>
          <w:szCs w:val="20"/>
        </w:rPr>
      </w:pPr>
    </w:p>
    <w:p w:rsidR="00033008" w:rsidRPr="006152C7" w:rsidRDefault="00033008" w:rsidP="00975484">
      <w:pPr>
        <w:spacing w:line="240" w:lineRule="auto"/>
        <w:ind w:firstLine="720"/>
        <w:rPr>
          <w:rFonts w:ascii="Arial" w:hAnsi="Arial" w:cs="Arial"/>
          <w:sz w:val="20"/>
          <w:szCs w:val="20"/>
        </w:rPr>
      </w:pPr>
    </w:p>
    <w:p w:rsidR="00033008" w:rsidRPr="006152C7" w:rsidRDefault="00033008" w:rsidP="00975484">
      <w:pPr>
        <w:spacing w:line="240" w:lineRule="auto"/>
        <w:ind w:firstLine="720"/>
        <w:rPr>
          <w:rFonts w:ascii="Arial" w:hAnsi="Arial" w:cs="Arial"/>
          <w:sz w:val="20"/>
          <w:szCs w:val="20"/>
        </w:rPr>
      </w:pPr>
    </w:p>
    <w:p w:rsidR="00033008" w:rsidRPr="006152C7" w:rsidRDefault="00033008" w:rsidP="00975484">
      <w:pPr>
        <w:spacing w:line="240" w:lineRule="auto"/>
        <w:ind w:firstLine="720"/>
        <w:rPr>
          <w:rFonts w:ascii="Arial" w:hAnsi="Arial" w:cs="Arial"/>
          <w:sz w:val="20"/>
          <w:szCs w:val="20"/>
        </w:rPr>
      </w:pPr>
    </w:p>
    <w:p w:rsidR="00033008" w:rsidRPr="006152C7" w:rsidRDefault="00033008" w:rsidP="00975484">
      <w:pPr>
        <w:spacing w:line="240" w:lineRule="auto"/>
        <w:ind w:firstLine="720"/>
        <w:rPr>
          <w:rFonts w:ascii="Arial" w:hAnsi="Arial" w:cs="Arial"/>
          <w:sz w:val="20"/>
          <w:szCs w:val="20"/>
        </w:rPr>
      </w:pPr>
    </w:p>
    <w:p w:rsidR="00033008" w:rsidRPr="006152C7" w:rsidRDefault="00033008" w:rsidP="00975484">
      <w:pPr>
        <w:spacing w:line="240" w:lineRule="auto"/>
        <w:ind w:firstLine="720"/>
        <w:rPr>
          <w:rFonts w:ascii="Arial" w:hAnsi="Arial" w:cs="Arial"/>
          <w:sz w:val="20"/>
          <w:szCs w:val="20"/>
        </w:rPr>
      </w:pPr>
    </w:p>
    <w:p w:rsidR="00033008" w:rsidRPr="006152C7" w:rsidRDefault="00033008" w:rsidP="00975484">
      <w:pPr>
        <w:spacing w:line="240" w:lineRule="auto"/>
        <w:ind w:firstLine="720"/>
        <w:rPr>
          <w:rFonts w:ascii="Arial" w:hAnsi="Arial" w:cs="Arial"/>
          <w:sz w:val="20"/>
          <w:szCs w:val="20"/>
        </w:rPr>
      </w:pPr>
    </w:p>
    <w:p w:rsidR="00033008" w:rsidRPr="006152C7" w:rsidRDefault="00033008" w:rsidP="00975484">
      <w:pPr>
        <w:spacing w:line="240" w:lineRule="auto"/>
        <w:ind w:firstLine="720"/>
        <w:rPr>
          <w:rFonts w:ascii="Arial" w:hAnsi="Arial" w:cs="Arial"/>
          <w:sz w:val="20"/>
          <w:szCs w:val="20"/>
        </w:rPr>
      </w:pPr>
    </w:p>
    <w:p w:rsidR="00033008" w:rsidRPr="006152C7" w:rsidRDefault="00033008" w:rsidP="00975484">
      <w:pPr>
        <w:spacing w:line="240" w:lineRule="auto"/>
        <w:ind w:firstLine="720"/>
        <w:rPr>
          <w:rFonts w:ascii="Arial" w:hAnsi="Arial" w:cs="Arial"/>
          <w:sz w:val="20"/>
          <w:szCs w:val="20"/>
        </w:rPr>
      </w:pPr>
    </w:p>
    <w:p w:rsidR="00033008" w:rsidRPr="006152C7" w:rsidRDefault="00033008" w:rsidP="00975484">
      <w:pPr>
        <w:spacing w:line="240" w:lineRule="auto"/>
        <w:ind w:firstLine="720"/>
        <w:rPr>
          <w:rFonts w:ascii="Arial" w:hAnsi="Arial" w:cs="Arial"/>
          <w:sz w:val="20"/>
          <w:szCs w:val="20"/>
        </w:rPr>
      </w:pPr>
    </w:p>
    <w:p w:rsidR="00033008" w:rsidRPr="006152C7" w:rsidRDefault="00033008" w:rsidP="00975484">
      <w:pPr>
        <w:spacing w:line="240" w:lineRule="auto"/>
        <w:ind w:firstLine="720"/>
        <w:rPr>
          <w:rFonts w:ascii="Arial" w:hAnsi="Arial" w:cs="Arial"/>
          <w:sz w:val="20"/>
          <w:szCs w:val="20"/>
        </w:rPr>
      </w:pPr>
    </w:p>
    <w:p w:rsidR="00033008" w:rsidRPr="006152C7" w:rsidRDefault="00033008" w:rsidP="00975484">
      <w:pPr>
        <w:spacing w:line="240" w:lineRule="auto"/>
        <w:ind w:firstLine="720"/>
        <w:rPr>
          <w:rFonts w:ascii="Arial" w:hAnsi="Arial" w:cs="Arial"/>
          <w:sz w:val="20"/>
          <w:szCs w:val="20"/>
        </w:rPr>
      </w:pPr>
    </w:p>
    <w:p w:rsidR="00033008" w:rsidRPr="006152C7" w:rsidRDefault="00033008" w:rsidP="00975484">
      <w:pPr>
        <w:spacing w:line="240" w:lineRule="auto"/>
        <w:ind w:firstLine="720"/>
        <w:rPr>
          <w:rFonts w:ascii="Arial" w:hAnsi="Arial" w:cs="Arial"/>
          <w:sz w:val="20"/>
          <w:szCs w:val="20"/>
        </w:rPr>
      </w:pPr>
    </w:p>
    <w:p w:rsidR="00033008" w:rsidRPr="006152C7" w:rsidRDefault="00033008" w:rsidP="00975484">
      <w:pPr>
        <w:spacing w:line="240" w:lineRule="auto"/>
        <w:ind w:firstLine="720"/>
        <w:rPr>
          <w:rFonts w:ascii="Arial" w:hAnsi="Arial" w:cs="Arial"/>
          <w:sz w:val="20"/>
          <w:szCs w:val="20"/>
        </w:rPr>
      </w:pPr>
    </w:p>
    <w:p w:rsidR="00033008" w:rsidRPr="006152C7" w:rsidRDefault="00033008" w:rsidP="00975484">
      <w:pPr>
        <w:spacing w:line="240" w:lineRule="auto"/>
        <w:ind w:firstLine="720"/>
        <w:rPr>
          <w:rFonts w:ascii="Arial" w:hAnsi="Arial" w:cs="Arial"/>
          <w:sz w:val="20"/>
          <w:szCs w:val="20"/>
        </w:rPr>
      </w:pPr>
    </w:p>
    <w:p w:rsidR="00033008" w:rsidRDefault="00033008" w:rsidP="00975484">
      <w:pPr>
        <w:spacing w:line="240" w:lineRule="auto"/>
        <w:rPr>
          <w:rFonts w:ascii="Arial" w:hAnsi="Arial" w:cs="Arial"/>
          <w:sz w:val="20"/>
          <w:szCs w:val="20"/>
        </w:rPr>
      </w:pPr>
    </w:p>
    <w:p w:rsidR="00033008" w:rsidRDefault="00033008" w:rsidP="00975484">
      <w:pPr>
        <w:spacing w:line="240" w:lineRule="auto"/>
        <w:rPr>
          <w:rFonts w:ascii="Arial" w:hAnsi="Arial" w:cs="Arial"/>
          <w:sz w:val="20"/>
          <w:szCs w:val="20"/>
        </w:rPr>
      </w:pPr>
    </w:p>
    <w:p w:rsidR="00033008" w:rsidRPr="006152C7" w:rsidRDefault="00033008" w:rsidP="00975484">
      <w:pPr>
        <w:spacing w:line="240" w:lineRule="auto"/>
        <w:rPr>
          <w:rFonts w:ascii="Arial" w:hAnsi="Arial" w:cs="Arial"/>
          <w:sz w:val="20"/>
          <w:szCs w:val="20"/>
        </w:rPr>
      </w:pPr>
      <w:r w:rsidRPr="006152C7">
        <w:rPr>
          <w:rFonts w:ascii="Arial" w:hAnsi="Arial" w:cs="Arial"/>
          <w:sz w:val="20"/>
          <w:szCs w:val="20"/>
        </w:rPr>
        <w:t xml:space="preserve">Instructions: Read the numbered events in the left hand column. In the right hand column, write a sentence that states the main idea of each event.  </w:t>
      </w:r>
    </w:p>
    <w:tbl>
      <w:tblPr>
        <w:tblW w:w="109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10"/>
        <w:gridCol w:w="3525"/>
        <w:gridCol w:w="3694"/>
      </w:tblGrid>
      <w:tr w:rsidR="00033008" w:rsidRPr="006152C7">
        <w:trPr>
          <w:trHeight w:val="172"/>
        </w:trPr>
        <w:tc>
          <w:tcPr>
            <w:tcW w:w="3710" w:type="dxa"/>
          </w:tcPr>
          <w:p w:rsidR="00033008" w:rsidRPr="006152C7" w:rsidRDefault="00033008" w:rsidP="00CD04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52C7">
              <w:rPr>
                <w:rFonts w:ascii="Arial" w:hAnsi="Arial" w:cs="Arial"/>
                <w:b/>
                <w:bCs/>
                <w:sz w:val="20"/>
                <w:szCs w:val="20"/>
              </w:rPr>
              <w:t>Event</w:t>
            </w:r>
          </w:p>
        </w:tc>
        <w:tc>
          <w:tcPr>
            <w:tcW w:w="3525" w:type="dxa"/>
          </w:tcPr>
          <w:p w:rsidR="00033008" w:rsidRPr="006152C7" w:rsidRDefault="00033008" w:rsidP="00A3197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52C7">
              <w:rPr>
                <w:rFonts w:ascii="Arial" w:hAnsi="Arial" w:cs="Arial"/>
                <w:b/>
                <w:bCs/>
                <w:sz w:val="20"/>
                <w:szCs w:val="20"/>
              </w:rPr>
              <w:t>Main Idea</w:t>
            </w:r>
          </w:p>
        </w:tc>
        <w:tc>
          <w:tcPr>
            <w:tcW w:w="3694" w:type="dxa"/>
          </w:tcPr>
          <w:p w:rsidR="00033008" w:rsidRPr="006152C7" w:rsidRDefault="00033008" w:rsidP="00CD04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Map Instructions</w:t>
            </w:r>
          </w:p>
        </w:tc>
      </w:tr>
      <w:tr w:rsidR="00033008" w:rsidRPr="006152C7">
        <w:trPr>
          <w:trHeight w:val="690"/>
        </w:trPr>
        <w:tc>
          <w:tcPr>
            <w:tcW w:w="3710" w:type="dxa"/>
          </w:tcPr>
          <w:p w:rsidR="00033008" w:rsidRDefault="00033008" w:rsidP="00CD04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3008" w:rsidRDefault="00033008" w:rsidP="00CD04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52C7">
              <w:rPr>
                <w:rFonts w:ascii="Arial" w:hAnsi="Arial" w:cs="Arial"/>
                <w:sz w:val="20"/>
                <w:szCs w:val="20"/>
              </w:rPr>
              <w:t xml:space="preserve">1917-1.)The Russian Revolution occurs and Communist leaders create the </w:t>
            </w:r>
            <w:smartTag w:uri="urn:schemas-microsoft-com:office:smarttags" w:element="place">
              <w:r w:rsidRPr="006152C7">
                <w:rPr>
                  <w:rFonts w:ascii="Arial" w:hAnsi="Arial" w:cs="Arial"/>
                  <w:sz w:val="20"/>
                  <w:szCs w:val="20"/>
                </w:rPr>
                <w:t>Soviet Union</w:t>
              </w:r>
            </w:smartTag>
          </w:p>
          <w:p w:rsidR="00033008" w:rsidRPr="006152C7" w:rsidRDefault="00033008" w:rsidP="00CD04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5" w:type="dxa"/>
          </w:tcPr>
          <w:p w:rsidR="00033008" w:rsidRPr="006152C7" w:rsidRDefault="00033008" w:rsidP="00A319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52C7">
              <w:rPr>
                <w:rFonts w:ascii="Arial" w:hAnsi="Arial" w:cs="Arial"/>
                <w:sz w:val="20"/>
                <w:szCs w:val="20"/>
              </w:rPr>
              <w:t xml:space="preserve">After the </w:t>
            </w:r>
            <w:smartTag w:uri="urn:schemas-microsoft-com:office:smarttags" w:element="place">
              <w:smartTag w:uri="urn:schemas-microsoft-com:office:smarttags" w:element="country-region">
                <w:r w:rsidRPr="006152C7">
                  <w:rPr>
                    <w:rFonts w:ascii="Arial" w:hAnsi="Arial" w:cs="Arial"/>
                    <w:sz w:val="20"/>
                    <w:szCs w:val="20"/>
                  </w:rPr>
                  <w:t>Russia</w:t>
                </w:r>
              </w:smartTag>
            </w:smartTag>
            <w:r w:rsidRPr="006152C7">
              <w:rPr>
                <w:rFonts w:ascii="Arial" w:hAnsi="Arial" w:cs="Arial"/>
                <w:sz w:val="20"/>
                <w:szCs w:val="20"/>
              </w:rPr>
              <w:t xml:space="preserve"> revolution, Communist leaders create </w:t>
            </w:r>
            <w:smartTag w:uri="urn:schemas-microsoft-com:office:smarttags" w:element="place">
              <w:r w:rsidRPr="006152C7">
                <w:rPr>
                  <w:rFonts w:ascii="Arial" w:hAnsi="Arial" w:cs="Arial"/>
                  <w:sz w:val="20"/>
                  <w:szCs w:val="20"/>
                </w:rPr>
                <w:t>Soviet Union</w:t>
              </w:r>
            </w:smartTag>
          </w:p>
        </w:tc>
        <w:tc>
          <w:tcPr>
            <w:tcW w:w="3694" w:type="dxa"/>
          </w:tcPr>
          <w:p w:rsidR="00033008" w:rsidRDefault="00033008" w:rsidP="006152C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033008" w:rsidRPr="00623F80" w:rsidRDefault="00033008" w:rsidP="006152C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Label the </w:t>
            </w:r>
            <w:smartTag w:uri="urn:schemas-microsoft-com:office:smarttags" w:element="place">
              <w:r>
                <w:rPr>
                  <w:rFonts w:ascii="Arial" w:hAnsi="Arial" w:cs="Arial"/>
                  <w:i/>
                  <w:iCs/>
                  <w:sz w:val="20"/>
                  <w:szCs w:val="20"/>
                </w:rPr>
                <w:t>Soviet Union</w:t>
              </w:r>
            </w:smartTag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on the map provided above.</w:t>
            </w:r>
          </w:p>
        </w:tc>
      </w:tr>
      <w:tr w:rsidR="00033008" w:rsidRPr="006152C7">
        <w:trPr>
          <w:trHeight w:val="878"/>
        </w:trPr>
        <w:tc>
          <w:tcPr>
            <w:tcW w:w="3710" w:type="dxa"/>
          </w:tcPr>
          <w:p w:rsidR="00033008" w:rsidRDefault="00033008" w:rsidP="00CD04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3008" w:rsidRDefault="00033008" w:rsidP="00CD04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52C7">
              <w:rPr>
                <w:rFonts w:ascii="Arial" w:hAnsi="Arial" w:cs="Arial"/>
                <w:sz w:val="20"/>
                <w:szCs w:val="20"/>
              </w:rPr>
              <w:t xml:space="preserve">1949-2.) The Chinese Civil War ends and the Communist Party, who has been receiving aid from the </w:t>
            </w:r>
            <w:smartTag w:uri="urn:schemas-microsoft-com:office:smarttags" w:element="place">
              <w:r w:rsidRPr="006152C7">
                <w:rPr>
                  <w:rFonts w:ascii="Arial" w:hAnsi="Arial" w:cs="Arial"/>
                  <w:sz w:val="20"/>
                  <w:szCs w:val="20"/>
                </w:rPr>
                <w:t>Soviet Union</w:t>
              </w:r>
            </w:smartTag>
            <w:r w:rsidRPr="006152C7">
              <w:rPr>
                <w:rFonts w:ascii="Arial" w:hAnsi="Arial" w:cs="Arial"/>
                <w:sz w:val="20"/>
                <w:szCs w:val="20"/>
              </w:rPr>
              <w:t>, takes power</w:t>
            </w:r>
          </w:p>
          <w:p w:rsidR="00033008" w:rsidRPr="006152C7" w:rsidRDefault="00033008" w:rsidP="00CD04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5" w:type="dxa"/>
          </w:tcPr>
          <w:p w:rsidR="00033008" w:rsidRPr="006152C7" w:rsidRDefault="00033008" w:rsidP="00A319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</w:tcPr>
          <w:p w:rsidR="00033008" w:rsidRDefault="00033008" w:rsidP="006152C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033008" w:rsidRDefault="00033008" w:rsidP="006152C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-Label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China</w:t>
                </w:r>
              </w:smartTag>
            </w:smartTag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on the map  provided above</w:t>
            </w:r>
          </w:p>
          <w:p w:rsidR="00033008" w:rsidRDefault="00033008" w:rsidP="006152C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033008" w:rsidRPr="00623F80" w:rsidRDefault="00033008" w:rsidP="006152C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-Draw an arrow showing the diffusion of Communism from the </w:t>
            </w:r>
            <w:smartTag w:uri="urn:schemas-microsoft-com:office:smarttags" w:element="place">
              <w:r>
                <w:rPr>
                  <w:rFonts w:ascii="Arial" w:hAnsi="Arial" w:cs="Arial"/>
                  <w:i/>
                  <w:iCs/>
                  <w:sz w:val="20"/>
                  <w:szCs w:val="20"/>
                </w:rPr>
                <w:t>Soviet Union</w:t>
              </w:r>
            </w:smartTag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to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China</w:t>
                </w:r>
              </w:smartTag>
            </w:smartTag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033008" w:rsidRPr="006152C7">
        <w:trPr>
          <w:trHeight w:val="1064"/>
        </w:trPr>
        <w:tc>
          <w:tcPr>
            <w:tcW w:w="3710" w:type="dxa"/>
          </w:tcPr>
          <w:p w:rsidR="00033008" w:rsidRDefault="00033008" w:rsidP="00CD04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3008" w:rsidRDefault="00033008" w:rsidP="00CD04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52C7">
              <w:rPr>
                <w:rFonts w:ascii="Arial" w:hAnsi="Arial" w:cs="Arial"/>
                <w:sz w:val="20"/>
                <w:szCs w:val="20"/>
              </w:rPr>
              <w:t xml:space="preserve">1953-3.) After the Korean War, the Korean peninsula splits into two countries. </w:t>
            </w:r>
            <w:smartTag w:uri="urn:schemas-microsoft-com:office:smarttags" w:element="place">
              <w:smartTag w:uri="urn:schemas-microsoft-com:office:smarttags" w:element="country-region">
                <w:r w:rsidRPr="006152C7">
                  <w:rPr>
                    <w:rFonts w:ascii="Arial" w:hAnsi="Arial" w:cs="Arial"/>
                    <w:sz w:val="20"/>
                    <w:szCs w:val="20"/>
                  </w:rPr>
                  <w:t>North Korea</w:t>
                </w:r>
              </w:smartTag>
            </w:smartTag>
            <w:r w:rsidRPr="006152C7">
              <w:rPr>
                <w:rFonts w:ascii="Arial" w:hAnsi="Arial" w:cs="Arial"/>
                <w:sz w:val="20"/>
                <w:szCs w:val="20"/>
              </w:rPr>
              <w:t xml:space="preserve"> who is under the influence of </w:t>
            </w:r>
            <w:smartTag w:uri="urn:schemas-microsoft-com:office:smarttags" w:element="place">
              <w:smartTag w:uri="urn:schemas-microsoft-com:office:smarttags" w:element="country-region">
                <w:r w:rsidRPr="006152C7">
                  <w:rPr>
                    <w:rFonts w:ascii="Arial" w:hAnsi="Arial" w:cs="Arial"/>
                    <w:sz w:val="20"/>
                    <w:szCs w:val="20"/>
                  </w:rPr>
                  <w:t>China</w:t>
                </w:r>
              </w:smartTag>
            </w:smartTag>
            <w:r w:rsidRPr="006152C7">
              <w:rPr>
                <w:rFonts w:ascii="Arial" w:hAnsi="Arial" w:cs="Arial"/>
                <w:sz w:val="20"/>
                <w:szCs w:val="20"/>
              </w:rPr>
              <w:t>, becomes Communist South Korea is democratic</w:t>
            </w:r>
          </w:p>
          <w:p w:rsidR="00033008" w:rsidRPr="006152C7" w:rsidRDefault="00033008" w:rsidP="00CD04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5" w:type="dxa"/>
          </w:tcPr>
          <w:p w:rsidR="00033008" w:rsidRPr="006152C7" w:rsidRDefault="00033008" w:rsidP="00A319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6152C7">
                  <w:rPr>
                    <w:rFonts w:ascii="Arial" w:hAnsi="Arial" w:cs="Arial"/>
                    <w:sz w:val="20"/>
                    <w:szCs w:val="20"/>
                  </w:rPr>
                  <w:t>Korea</w:t>
                </w:r>
              </w:smartTag>
            </w:smartTag>
            <w:r w:rsidRPr="006152C7">
              <w:rPr>
                <w:rFonts w:ascii="Arial" w:hAnsi="Arial" w:cs="Arial"/>
                <w:sz w:val="20"/>
                <w:szCs w:val="20"/>
              </w:rPr>
              <w:t xml:space="preserve"> splits into two countries, Communist North Korea and democratic </w:t>
            </w:r>
            <w:smartTag w:uri="urn:schemas-microsoft-com:office:smarttags" w:element="place">
              <w:smartTag w:uri="urn:schemas-microsoft-com:office:smarttags" w:element="country-region">
                <w:r w:rsidRPr="006152C7">
                  <w:rPr>
                    <w:rFonts w:ascii="Arial" w:hAnsi="Arial" w:cs="Arial"/>
                    <w:sz w:val="20"/>
                    <w:szCs w:val="20"/>
                  </w:rPr>
                  <w:t>South Korea</w:t>
                </w:r>
              </w:smartTag>
            </w:smartTag>
            <w:r w:rsidRPr="006152C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694" w:type="dxa"/>
          </w:tcPr>
          <w:p w:rsidR="00033008" w:rsidRDefault="00033008" w:rsidP="00A743F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033008" w:rsidRDefault="00033008" w:rsidP="00A743F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-Label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North Korea</w:t>
                </w:r>
              </w:smartTag>
            </w:smartTag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and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South Korea</w:t>
                </w:r>
              </w:smartTag>
            </w:smartTag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on the map provided above</w:t>
            </w:r>
          </w:p>
          <w:p w:rsidR="00033008" w:rsidRDefault="00033008" w:rsidP="00A743F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033008" w:rsidRPr="006152C7" w:rsidRDefault="00033008" w:rsidP="00A743F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-Draw an arrow showing the diffusion of Communism from the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China</w:t>
                </w:r>
              </w:smartTag>
            </w:smartTag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to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North Korea</w:t>
                </w:r>
              </w:smartTag>
            </w:smartTag>
          </w:p>
        </w:tc>
      </w:tr>
      <w:tr w:rsidR="00033008" w:rsidRPr="006152C7">
        <w:trPr>
          <w:trHeight w:val="1049"/>
        </w:trPr>
        <w:tc>
          <w:tcPr>
            <w:tcW w:w="3710" w:type="dxa"/>
          </w:tcPr>
          <w:p w:rsidR="00033008" w:rsidRDefault="00033008" w:rsidP="00CD04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3008" w:rsidRDefault="00033008" w:rsidP="00CD04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52C7">
              <w:rPr>
                <w:rFonts w:ascii="Arial" w:hAnsi="Arial" w:cs="Arial"/>
                <w:sz w:val="20"/>
                <w:szCs w:val="20"/>
              </w:rPr>
              <w:t xml:space="preserve">1954-4.) After defeating French colonial powers, </w:t>
            </w:r>
            <w:smartTag w:uri="urn:schemas-microsoft-com:office:smarttags" w:element="place">
              <w:smartTag w:uri="urn:schemas-microsoft-com:office:smarttags" w:element="country-region">
                <w:r w:rsidRPr="006152C7">
                  <w:rPr>
                    <w:rFonts w:ascii="Arial" w:hAnsi="Arial" w:cs="Arial"/>
                    <w:sz w:val="20"/>
                    <w:szCs w:val="20"/>
                  </w:rPr>
                  <w:t>Vietnam</w:t>
                </w:r>
              </w:smartTag>
            </w:smartTag>
            <w:r w:rsidRPr="006152C7">
              <w:rPr>
                <w:rFonts w:ascii="Arial" w:hAnsi="Arial" w:cs="Arial"/>
                <w:sz w:val="20"/>
                <w:szCs w:val="20"/>
              </w:rPr>
              <w:t xml:space="preserve"> splits into two independent countries. </w:t>
            </w:r>
            <w:smartTag w:uri="urn:schemas-microsoft-com:office:smarttags" w:element="place">
              <w:smartTag w:uri="urn:schemas-microsoft-com:office:smarttags" w:element="country-region">
                <w:r w:rsidRPr="006152C7">
                  <w:rPr>
                    <w:rFonts w:ascii="Arial" w:hAnsi="Arial" w:cs="Arial"/>
                    <w:sz w:val="20"/>
                    <w:szCs w:val="20"/>
                  </w:rPr>
                  <w:t>North Vietnam</w:t>
                </w:r>
              </w:smartTag>
            </w:smartTag>
            <w:r w:rsidRPr="006152C7">
              <w:rPr>
                <w:rFonts w:ascii="Arial" w:hAnsi="Arial" w:cs="Arial"/>
                <w:sz w:val="20"/>
                <w:szCs w:val="20"/>
              </w:rPr>
              <w:t xml:space="preserve"> is Communist and </w:t>
            </w:r>
            <w:smartTag w:uri="urn:schemas-microsoft-com:office:smarttags" w:element="place">
              <w:smartTag w:uri="urn:schemas-microsoft-com:office:smarttags" w:element="country-region">
                <w:r w:rsidRPr="006152C7">
                  <w:rPr>
                    <w:rFonts w:ascii="Arial" w:hAnsi="Arial" w:cs="Arial"/>
                    <w:sz w:val="20"/>
                    <w:szCs w:val="20"/>
                  </w:rPr>
                  <w:t>South Vietnam</w:t>
                </w:r>
              </w:smartTag>
            </w:smartTag>
            <w:r w:rsidRPr="006152C7">
              <w:rPr>
                <w:rFonts w:ascii="Arial" w:hAnsi="Arial" w:cs="Arial"/>
                <w:sz w:val="20"/>
                <w:szCs w:val="20"/>
              </w:rPr>
              <w:t xml:space="preserve"> is democratic.</w:t>
            </w:r>
          </w:p>
          <w:p w:rsidR="00033008" w:rsidRPr="006152C7" w:rsidRDefault="00033008" w:rsidP="00CD04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5" w:type="dxa"/>
          </w:tcPr>
          <w:p w:rsidR="00033008" w:rsidRPr="006152C7" w:rsidRDefault="00033008" w:rsidP="00A319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</w:tcPr>
          <w:p w:rsidR="00033008" w:rsidRPr="006152C7" w:rsidRDefault="00033008" w:rsidP="00A743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3008" w:rsidRDefault="00033008" w:rsidP="00A743F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-Label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Vietnam</w:t>
                </w:r>
              </w:smartTag>
            </w:smartTag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on  the map provided above</w:t>
            </w:r>
          </w:p>
          <w:p w:rsidR="00033008" w:rsidRDefault="00033008" w:rsidP="00A743F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033008" w:rsidRPr="006152C7" w:rsidRDefault="00033008" w:rsidP="00A743F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-Draw an arrow showing the diffusion of Communism from the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China</w:t>
                </w:r>
              </w:smartTag>
            </w:smartTag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to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Vietnam</w:t>
                </w:r>
              </w:smartTag>
            </w:smartTag>
          </w:p>
        </w:tc>
      </w:tr>
      <w:tr w:rsidR="00033008" w:rsidRPr="006152C7">
        <w:trPr>
          <w:trHeight w:val="2301"/>
        </w:trPr>
        <w:tc>
          <w:tcPr>
            <w:tcW w:w="3710" w:type="dxa"/>
          </w:tcPr>
          <w:p w:rsidR="00033008" w:rsidRDefault="00033008" w:rsidP="00CD04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52C7">
              <w:rPr>
                <w:rFonts w:ascii="Arial" w:hAnsi="Arial" w:cs="Arial"/>
                <w:sz w:val="20"/>
                <w:szCs w:val="20"/>
              </w:rPr>
              <w:t>1975-</w:t>
            </w:r>
          </w:p>
          <w:p w:rsidR="00033008" w:rsidRDefault="00033008" w:rsidP="00CD04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52C7">
              <w:rPr>
                <w:rFonts w:ascii="Arial" w:hAnsi="Arial" w:cs="Arial"/>
                <w:sz w:val="20"/>
                <w:szCs w:val="20"/>
              </w:rPr>
              <w:t xml:space="preserve">5.) The North Vietnamese Army, with help of the </w:t>
            </w:r>
            <w:smartTag w:uri="urn:schemas-microsoft-com:office:smarttags" w:element="place">
              <w:r w:rsidRPr="006152C7">
                <w:rPr>
                  <w:rFonts w:ascii="Arial" w:hAnsi="Arial" w:cs="Arial"/>
                  <w:sz w:val="20"/>
                  <w:szCs w:val="20"/>
                </w:rPr>
                <w:t>Soviet Union</w:t>
              </w:r>
            </w:smartTag>
            <w:r w:rsidRPr="006152C7">
              <w:rPr>
                <w:rFonts w:ascii="Arial" w:hAnsi="Arial" w:cs="Arial"/>
                <w:sz w:val="20"/>
                <w:szCs w:val="20"/>
              </w:rPr>
              <w:t xml:space="preserve">, defeats </w:t>
            </w:r>
            <w:smartTag w:uri="urn:schemas-microsoft-com:office:smarttags" w:element="place">
              <w:smartTag w:uri="urn:schemas-microsoft-com:office:smarttags" w:element="country-region">
                <w:r w:rsidRPr="006152C7">
                  <w:rPr>
                    <w:rFonts w:ascii="Arial" w:hAnsi="Arial" w:cs="Arial"/>
                    <w:sz w:val="20"/>
                    <w:szCs w:val="20"/>
                  </w:rPr>
                  <w:t>South Vietnam</w:t>
                </w:r>
              </w:smartTag>
            </w:smartTag>
            <w:r w:rsidRPr="006152C7">
              <w:rPr>
                <w:rFonts w:ascii="Arial" w:hAnsi="Arial" w:cs="Arial"/>
                <w:sz w:val="20"/>
                <w:szCs w:val="20"/>
              </w:rPr>
              <w:t xml:space="preserve"> in a civil war and the two countries are united into one country under Communist rule.</w:t>
            </w:r>
          </w:p>
          <w:p w:rsidR="00033008" w:rsidRDefault="00033008" w:rsidP="00CD04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3008" w:rsidRDefault="00033008" w:rsidP="00CD04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52C7">
              <w:rPr>
                <w:rFonts w:ascii="Arial" w:hAnsi="Arial" w:cs="Arial"/>
                <w:sz w:val="20"/>
                <w:szCs w:val="20"/>
              </w:rPr>
              <w:t xml:space="preserve">  6.) During</w:t>
            </w:r>
            <w:r>
              <w:rPr>
                <w:rFonts w:ascii="Arial" w:hAnsi="Arial" w:cs="Arial"/>
                <w:sz w:val="20"/>
                <w:szCs w:val="20"/>
              </w:rPr>
              <w:t xml:space="preserve"> the same year Communist take </w:t>
            </w:r>
            <w:r w:rsidRPr="006152C7">
              <w:rPr>
                <w:rFonts w:ascii="Arial" w:hAnsi="Arial" w:cs="Arial"/>
                <w:sz w:val="20"/>
                <w:szCs w:val="20"/>
              </w:rPr>
              <w:t xml:space="preserve"> over </w:t>
            </w:r>
            <w:smartTag w:uri="urn:schemas-microsoft-com:office:smarttags" w:element="place">
              <w:smartTag w:uri="urn:schemas-microsoft-com:office:smarttags" w:element="country-region">
                <w:r w:rsidRPr="006152C7">
                  <w:rPr>
                    <w:rFonts w:ascii="Arial" w:hAnsi="Arial" w:cs="Arial"/>
                    <w:sz w:val="20"/>
                    <w:szCs w:val="20"/>
                  </w:rPr>
                  <w:t>Laos</w:t>
                </w:r>
              </w:smartTag>
            </w:smartTag>
          </w:p>
          <w:p w:rsidR="00033008" w:rsidRPr="006152C7" w:rsidRDefault="00033008" w:rsidP="00CD04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3008" w:rsidRPr="006152C7" w:rsidRDefault="00033008" w:rsidP="00CD04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52C7">
              <w:rPr>
                <w:rFonts w:ascii="Arial" w:hAnsi="Arial" w:cs="Arial"/>
                <w:sz w:val="20"/>
                <w:szCs w:val="20"/>
              </w:rPr>
              <w:t xml:space="preserve"> 7.) </w:t>
            </w:r>
            <w:smartTag w:uri="urn:schemas-microsoft-com:office:smarttags" w:element="place">
              <w:smartTag w:uri="urn:schemas-microsoft-com:office:smarttags" w:element="country-region">
                <w:r w:rsidRPr="006152C7">
                  <w:rPr>
                    <w:rFonts w:ascii="Arial" w:hAnsi="Arial" w:cs="Arial"/>
                    <w:sz w:val="20"/>
                    <w:szCs w:val="20"/>
                  </w:rPr>
                  <w:t>Cambodia</w:t>
                </w:r>
              </w:smartTag>
            </w:smartTag>
            <w:r w:rsidRPr="006152C7">
              <w:rPr>
                <w:rFonts w:ascii="Arial" w:hAnsi="Arial" w:cs="Arial"/>
                <w:sz w:val="20"/>
                <w:szCs w:val="20"/>
              </w:rPr>
              <w:t xml:space="preserve"> also becomes a Communist country in 1975.</w:t>
            </w:r>
          </w:p>
        </w:tc>
        <w:tc>
          <w:tcPr>
            <w:tcW w:w="3525" w:type="dxa"/>
          </w:tcPr>
          <w:p w:rsidR="00033008" w:rsidRPr="006152C7" w:rsidRDefault="00033008" w:rsidP="00A3197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52C7">
              <w:rPr>
                <w:rFonts w:ascii="Arial" w:hAnsi="Arial" w:cs="Arial"/>
                <w:sz w:val="20"/>
                <w:szCs w:val="20"/>
              </w:rPr>
              <w:t xml:space="preserve">North and </w:t>
            </w:r>
            <w:smartTag w:uri="urn:schemas-microsoft-com:office:smarttags" w:element="place">
              <w:smartTag w:uri="urn:schemas-microsoft-com:office:smarttags" w:element="country-region">
                <w:r w:rsidRPr="006152C7">
                  <w:rPr>
                    <w:rFonts w:ascii="Arial" w:hAnsi="Arial" w:cs="Arial"/>
                    <w:sz w:val="20"/>
                    <w:szCs w:val="20"/>
                  </w:rPr>
                  <w:t>South Vietnam</w:t>
                </w:r>
              </w:smartTag>
            </w:smartTag>
            <w:r w:rsidRPr="006152C7">
              <w:rPr>
                <w:rFonts w:ascii="Arial" w:hAnsi="Arial" w:cs="Arial"/>
                <w:sz w:val="20"/>
                <w:szCs w:val="20"/>
              </w:rPr>
              <w:t xml:space="preserve"> unite as one country under Communist rule.</w:t>
            </w:r>
          </w:p>
          <w:p w:rsidR="00033008" w:rsidRPr="006152C7" w:rsidRDefault="00033008" w:rsidP="00A319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3008" w:rsidRPr="006152C7" w:rsidRDefault="00033008" w:rsidP="00A319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52C7">
              <w:rPr>
                <w:rFonts w:ascii="Arial" w:hAnsi="Arial" w:cs="Arial"/>
                <w:sz w:val="20"/>
                <w:szCs w:val="20"/>
              </w:rPr>
              <w:t>6.)</w:t>
            </w:r>
          </w:p>
          <w:p w:rsidR="00033008" w:rsidRDefault="00033008" w:rsidP="00A319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3008" w:rsidRPr="006152C7" w:rsidRDefault="00033008" w:rsidP="00A319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3008" w:rsidRPr="006152C7" w:rsidRDefault="00033008" w:rsidP="00A319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3008" w:rsidRPr="006152C7" w:rsidRDefault="00033008" w:rsidP="00A319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7.)</w:t>
            </w:r>
          </w:p>
        </w:tc>
        <w:tc>
          <w:tcPr>
            <w:tcW w:w="3694" w:type="dxa"/>
          </w:tcPr>
          <w:p w:rsidR="00033008" w:rsidRDefault="00033008" w:rsidP="00A743F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033008" w:rsidRDefault="00033008" w:rsidP="00A743F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-Label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Laos</w:t>
                </w:r>
              </w:smartTag>
            </w:smartTag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and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Cambodia</w:t>
                </w:r>
              </w:smartTag>
            </w:smartTag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on  the map provided above</w:t>
            </w:r>
          </w:p>
          <w:p w:rsidR="00033008" w:rsidRDefault="00033008" w:rsidP="00A743F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033008" w:rsidRPr="006152C7" w:rsidRDefault="00033008" w:rsidP="00A743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-Draw an arrow showing the diffusion of Communism from the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China</w:t>
                </w:r>
              </w:smartTag>
            </w:smartTag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to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Laos</w:t>
                </w:r>
              </w:smartTag>
            </w:smartTag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and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  <w:t>Cambodia</w:t>
                </w:r>
              </w:smartTag>
            </w:smartTag>
          </w:p>
        </w:tc>
      </w:tr>
    </w:tbl>
    <w:p w:rsidR="00033008" w:rsidRPr="006152C7" w:rsidRDefault="00033008" w:rsidP="001426B4">
      <w:pPr>
        <w:spacing w:line="240" w:lineRule="auto"/>
        <w:rPr>
          <w:rFonts w:ascii="Arial" w:hAnsi="Arial" w:cs="Arial"/>
          <w:sz w:val="20"/>
          <w:szCs w:val="20"/>
        </w:rPr>
      </w:pPr>
    </w:p>
    <w:p w:rsidR="00033008" w:rsidRPr="006152C7" w:rsidRDefault="00033008" w:rsidP="001426B4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27" type="#_x0000_t202" style="position:absolute;margin-left:18pt;margin-top:-12.35pt;width:486pt;height:27pt;z-index:251660800" filled="f" stroked="f">
            <v:textbox>
              <w:txbxContent>
                <w:p w:rsidR="00033008" w:rsidRPr="00710B12" w:rsidRDefault="00033008" w:rsidP="00710B12">
                  <w:pPr>
                    <w:jc w:val="center"/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710B12">
                    <w:rPr>
                      <w:b/>
                      <w:bCs/>
                      <w:sz w:val="28"/>
                      <w:szCs w:val="28"/>
                      <w:u w:val="single"/>
                    </w:rPr>
                    <w:t xml:space="preserve">Effects of Communism on </w:t>
                  </w:r>
                  <w:smartTag w:uri="urn:schemas-microsoft-com:office:smarttags" w:element="place">
                    <w:r w:rsidRPr="00710B12">
                      <w:rPr>
                        <w:b/>
                        <w:bCs/>
                        <w:sz w:val="28"/>
                        <w:szCs w:val="28"/>
                        <w:u w:val="single"/>
                      </w:rPr>
                      <w:t>E/SE Asia</w:t>
                    </w:r>
                  </w:smartTag>
                </w:p>
              </w:txbxContent>
            </v:textbox>
          </v:shape>
        </w:pict>
      </w: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28" type="#_x0000_t202" style="position:absolute;margin-left:18pt;margin-top:11.15pt;width:486pt;height:180pt;z-index:251655680" strokeweight="2pt">
            <v:textbox style="mso-next-textbox:#_x0000_s1028">
              <w:txbxContent>
                <w:p w:rsidR="00033008" w:rsidRPr="00E068DE" w:rsidRDefault="00033008" w:rsidP="00187984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E068DE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Political Effects</w:t>
                  </w:r>
                </w:p>
                <w:p w:rsidR="00033008" w:rsidRPr="00E068DE" w:rsidRDefault="00033008" w:rsidP="00187984">
                  <w:pPr>
                    <w:numPr>
                      <w:ilvl w:val="0"/>
                      <w:numId w:val="5"/>
                    </w:num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68DE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smartTag w:uri="urn:schemas-microsoft-com:office:smarttags" w:element="place">
                    <w:smartTag w:uri="urn:schemas-microsoft-com:office:smarttags" w:element="country-region">
                      <w:r w:rsidRPr="00E068D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China</w:t>
                      </w:r>
                    </w:smartTag>
                  </w:smartTag>
                  <w:r w:rsidRPr="00E068D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Becomes Communist</w:t>
                  </w:r>
                  <w:r w:rsidRPr="00E068DE">
                    <w:rPr>
                      <w:rFonts w:ascii="Arial" w:hAnsi="Arial" w:cs="Arial"/>
                      <w:sz w:val="24"/>
                      <w:szCs w:val="24"/>
                    </w:rPr>
                    <w:t xml:space="preserve">- How did </w:t>
                  </w:r>
                  <w:smartTag w:uri="urn:schemas-microsoft-com:office:smarttags" w:element="place">
                    <w:smartTag w:uri="urn:schemas-microsoft-com:office:smarttags" w:element="country-region">
                      <w:r w:rsidRPr="00E068DE">
                        <w:rPr>
                          <w:rFonts w:ascii="Arial" w:hAnsi="Arial" w:cs="Arial"/>
                          <w:sz w:val="24"/>
                          <w:szCs w:val="24"/>
                        </w:rPr>
                        <w:t>China</w:t>
                      </w:r>
                    </w:smartTag>
                  </w:smartTag>
                  <w:r w:rsidRPr="00E068DE">
                    <w:rPr>
                      <w:rFonts w:ascii="Arial" w:hAnsi="Arial" w:cs="Arial"/>
                      <w:sz w:val="24"/>
                      <w:szCs w:val="24"/>
                    </w:rPr>
                    <w:t xml:space="preserve"> become a Communist country?</w:t>
                  </w:r>
                </w:p>
                <w:p w:rsidR="00033008" w:rsidRDefault="00033008" w:rsidP="00187984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33008" w:rsidRPr="00E068DE" w:rsidRDefault="00033008" w:rsidP="00187984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33008" w:rsidRPr="00E068DE" w:rsidRDefault="00033008" w:rsidP="00187984">
                  <w:pPr>
                    <w:numPr>
                      <w:ilvl w:val="0"/>
                      <w:numId w:val="5"/>
                    </w:num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68D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Korean War</w:t>
                  </w:r>
                  <w:r w:rsidRPr="00E068DE">
                    <w:rPr>
                      <w:rFonts w:ascii="Arial" w:hAnsi="Arial" w:cs="Arial"/>
                      <w:sz w:val="24"/>
                      <w:szCs w:val="24"/>
                    </w:rPr>
                    <w:t xml:space="preserve">- Why did the </w:t>
                  </w:r>
                  <w:smartTag w:uri="urn:schemas-microsoft-com:office:smarttags" w:element="place">
                    <w:smartTag w:uri="urn:schemas-microsoft-com:office:smarttags" w:element="country-region">
                      <w:r w:rsidRPr="00E068DE">
                        <w:rPr>
                          <w:rFonts w:ascii="Arial" w:hAnsi="Arial" w:cs="Arial"/>
                          <w:sz w:val="24"/>
                          <w:szCs w:val="24"/>
                        </w:rPr>
                        <w:t>US</w:t>
                      </w:r>
                    </w:smartTag>
                  </w:smartTag>
                  <w:r w:rsidRPr="00E068DE">
                    <w:rPr>
                      <w:rFonts w:ascii="Arial" w:hAnsi="Arial" w:cs="Arial"/>
                      <w:sz w:val="24"/>
                      <w:szCs w:val="24"/>
                    </w:rPr>
                    <w:t xml:space="preserve"> get involved in the Korean War?</w:t>
                  </w:r>
                </w:p>
                <w:p w:rsidR="00033008" w:rsidRPr="00E068DE" w:rsidRDefault="00033008" w:rsidP="001426B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29" type="#_x0000_t202" style="position:absolute;margin-left:18pt;margin-top:15.7pt;width:495pt;height:260.1pt;z-index:251656704" filled="f" stroked="f">
            <v:textbox style="mso-next-textbox:#_x0000_s1029">
              <w:txbxContent>
                <w:p w:rsidR="00033008" w:rsidRPr="00E068DE" w:rsidRDefault="00033008" w:rsidP="00187984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E068DE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Social  Effects</w:t>
                  </w:r>
                </w:p>
                <w:p w:rsidR="00033008" w:rsidRPr="00E068DE" w:rsidRDefault="00033008" w:rsidP="0070516D">
                  <w:pPr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E068D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Famine</w:t>
                  </w:r>
                </w:p>
                <w:p w:rsidR="00033008" w:rsidRPr="00E068DE" w:rsidRDefault="00033008" w:rsidP="001426B4">
                  <w:pPr>
                    <w:numPr>
                      <w:ilvl w:val="1"/>
                      <w:numId w:val="11"/>
                    </w:num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033008" w:rsidRPr="00E068DE" w:rsidRDefault="00033008" w:rsidP="001426B4">
                  <w:pPr>
                    <w:numPr>
                      <w:ilvl w:val="1"/>
                      <w:numId w:val="11"/>
                    </w:num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033008" w:rsidRPr="00E068DE" w:rsidRDefault="00033008" w:rsidP="001426B4">
                  <w:pPr>
                    <w:numPr>
                      <w:ilvl w:val="1"/>
                      <w:numId w:val="11"/>
                    </w:num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033008" w:rsidRPr="00E068DE" w:rsidRDefault="00033008" w:rsidP="001426B4">
                  <w:pPr>
                    <w:spacing w:after="0" w:line="240" w:lineRule="auto"/>
                    <w:ind w:left="3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033008" w:rsidRPr="00E068DE" w:rsidRDefault="00033008" w:rsidP="001426B4">
                  <w:pPr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68D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Isolation</w:t>
                  </w:r>
                </w:p>
                <w:p w:rsidR="00033008" w:rsidRPr="00E068DE" w:rsidRDefault="00033008" w:rsidP="001426B4">
                  <w:pPr>
                    <w:numPr>
                      <w:ilvl w:val="1"/>
                      <w:numId w:val="11"/>
                    </w:num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33008" w:rsidRPr="00E068DE" w:rsidRDefault="00033008" w:rsidP="001426B4">
                  <w:pPr>
                    <w:numPr>
                      <w:ilvl w:val="1"/>
                      <w:numId w:val="11"/>
                    </w:num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33008" w:rsidRPr="00E068DE" w:rsidRDefault="00033008" w:rsidP="001426B4">
                  <w:pPr>
                    <w:numPr>
                      <w:ilvl w:val="1"/>
                      <w:numId w:val="11"/>
                    </w:num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33008" w:rsidRPr="00E068DE" w:rsidRDefault="00033008" w:rsidP="001426B4">
                  <w:pPr>
                    <w:numPr>
                      <w:ilvl w:val="1"/>
                      <w:numId w:val="11"/>
                    </w:num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33008" w:rsidRPr="00E068DE" w:rsidRDefault="00033008" w:rsidP="0070516D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33008" w:rsidRPr="00E068DE" w:rsidRDefault="00033008" w:rsidP="0070516D">
                  <w:pPr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68D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Limited Freedoms</w:t>
                  </w:r>
                </w:p>
                <w:p w:rsidR="00033008" w:rsidRPr="00E068DE" w:rsidRDefault="00033008" w:rsidP="001426B4">
                  <w:pPr>
                    <w:spacing w:line="240" w:lineRule="auto"/>
                    <w:ind w:left="3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33008" w:rsidRPr="00E068DE" w:rsidRDefault="00033008" w:rsidP="001426B4">
                  <w:pPr>
                    <w:spacing w:line="240" w:lineRule="auto"/>
                    <w:ind w:left="3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33008" w:rsidRPr="00E068DE" w:rsidRDefault="00033008" w:rsidP="001426B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30" style="position:absolute;margin-left:18pt;margin-top:15.7pt;width:486pt;height:234pt;z-index:251658752" filled="f" strokeweight="2pt"/>
        </w:pict>
      </w: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31" type="#_x0000_t202" style="position:absolute;margin-left:252pt;margin-top:3.2pt;width:243pt;height:234pt;z-index:251657728" filled="f" stroked="f">
            <v:textbox style="mso-next-textbox:#_x0000_s1031">
              <w:txbxContent>
                <w:p w:rsidR="00033008" w:rsidRPr="00E068DE" w:rsidRDefault="00033008" w:rsidP="001426B4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033008" w:rsidRPr="00E068DE" w:rsidRDefault="00033008" w:rsidP="0070516D">
                  <w:pPr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E068D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Uniformity</w:t>
                  </w:r>
                </w:p>
                <w:p w:rsidR="00033008" w:rsidRPr="00E068DE" w:rsidRDefault="00033008" w:rsidP="0070516D">
                  <w:pPr>
                    <w:numPr>
                      <w:ilvl w:val="1"/>
                      <w:numId w:val="11"/>
                    </w:num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E068DE">
                    <w:rPr>
                      <w:rFonts w:ascii="Arial" w:hAnsi="Arial" w:cs="Arial"/>
                      <w:sz w:val="24"/>
                      <w:szCs w:val="24"/>
                    </w:rPr>
                    <w:t>All businesses and schools have strict rules that must be followed</w:t>
                  </w:r>
                </w:p>
                <w:p w:rsidR="00033008" w:rsidRPr="00E068DE" w:rsidRDefault="00033008" w:rsidP="0070516D">
                  <w:pPr>
                    <w:spacing w:after="0" w:line="240" w:lineRule="auto"/>
                    <w:ind w:left="3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033008" w:rsidRPr="00E068DE" w:rsidRDefault="00033008" w:rsidP="0070516D">
                  <w:pPr>
                    <w:numPr>
                      <w:ilvl w:val="1"/>
                      <w:numId w:val="11"/>
                    </w:num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033008" w:rsidRPr="00E068DE" w:rsidRDefault="00033008" w:rsidP="0070516D">
                  <w:pPr>
                    <w:spacing w:after="0" w:line="240" w:lineRule="auto"/>
                    <w:ind w:left="3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033008" w:rsidRPr="00E068DE" w:rsidRDefault="00033008" w:rsidP="0070516D">
                  <w:pPr>
                    <w:spacing w:after="0" w:line="240" w:lineRule="auto"/>
                    <w:ind w:left="3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033008" w:rsidRPr="00E068DE" w:rsidRDefault="00033008" w:rsidP="0070516D">
                  <w:pPr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E068D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Discourage Religion</w:t>
                  </w:r>
                </w:p>
                <w:p w:rsidR="00033008" w:rsidRPr="00E068DE" w:rsidRDefault="00033008" w:rsidP="0070516D">
                  <w:pPr>
                    <w:spacing w:after="0" w:line="240" w:lineRule="auto"/>
                    <w:ind w:left="36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:rsidR="00033008" w:rsidRPr="00E068DE" w:rsidRDefault="00033008" w:rsidP="0070516D">
                  <w:pPr>
                    <w:spacing w:line="240" w:lineRule="auto"/>
                    <w:ind w:left="3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33008" w:rsidRPr="00E068DE" w:rsidRDefault="00033008" w:rsidP="001426B4">
                  <w:pPr>
                    <w:spacing w:line="240" w:lineRule="auto"/>
                    <w:ind w:left="3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33008" w:rsidRPr="00E068DE" w:rsidRDefault="00033008" w:rsidP="001426B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</w:p>
    <w:p w:rsidR="00033008" w:rsidRPr="006152C7" w:rsidRDefault="00033008" w:rsidP="0018798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32" type="#_x0000_t202" style="position:absolute;margin-left:18pt;margin-top:18.7pt;width:486pt;height:387pt;z-index:251659776" strokeweight="2pt">
            <v:textbox style="mso-next-textbox:#_x0000_s1032">
              <w:txbxContent>
                <w:p w:rsidR="00033008" w:rsidRPr="00E068DE" w:rsidRDefault="00033008" w:rsidP="00187984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E068DE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>Economic Effects</w:t>
                  </w:r>
                </w:p>
                <w:p w:rsidR="00033008" w:rsidRDefault="00033008" w:rsidP="00187984">
                  <w:pPr>
                    <w:numPr>
                      <w:ilvl w:val="0"/>
                      <w:numId w:val="20"/>
                    </w:num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68D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Agrarian Society</w:t>
                  </w:r>
                  <w:r w:rsidRPr="00E068DE">
                    <w:rPr>
                      <w:rFonts w:ascii="Arial" w:hAnsi="Arial" w:cs="Arial"/>
                      <w:sz w:val="24"/>
                      <w:szCs w:val="24"/>
                    </w:rPr>
                    <w:t xml:space="preserve"> -most people work/live on a farm.</w:t>
                  </w:r>
                </w:p>
                <w:p w:rsidR="00033008" w:rsidRPr="00E068DE" w:rsidRDefault="00033008" w:rsidP="00E068DE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33008" w:rsidRDefault="00033008" w:rsidP="00187984">
                  <w:pPr>
                    <w:numPr>
                      <w:ilvl w:val="0"/>
                      <w:numId w:val="20"/>
                    </w:num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68D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Limited choice for consumers</w:t>
                  </w:r>
                  <w:r w:rsidRPr="00E068DE">
                    <w:rPr>
                      <w:rFonts w:ascii="Arial" w:hAnsi="Arial" w:cs="Arial"/>
                      <w:sz w:val="24"/>
                      <w:szCs w:val="24"/>
                    </w:rPr>
                    <w:t xml:space="preserve"> – </w:t>
                  </w:r>
                </w:p>
                <w:p w:rsidR="00033008" w:rsidRPr="00E068DE" w:rsidRDefault="00033008" w:rsidP="00E068DE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33008" w:rsidRPr="00E068DE" w:rsidRDefault="00033008" w:rsidP="00187984">
                  <w:pPr>
                    <w:numPr>
                      <w:ilvl w:val="0"/>
                      <w:numId w:val="20"/>
                    </w:num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68D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Self-sufficient lifestyles</w:t>
                  </w:r>
                </w:p>
                <w:p w:rsidR="00033008" w:rsidRPr="00E068DE" w:rsidRDefault="00033008" w:rsidP="00187984">
                  <w:pPr>
                    <w:numPr>
                      <w:ilvl w:val="1"/>
                      <w:numId w:val="20"/>
                    </w:num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68DE">
                    <w:rPr>
                      <w:rFonts w:ascii="Arial" w:hAnsi="Arial" w:cs="Arial"/>
                      <w:sz w:val="24"/>
                      <w:szCs w:val="24"/>
                    </w:rPr>
                    <w:t>Self-Sufficiency – Little government interference, small business owners can do what they want</w:t>
                  </w:r>
                </w:p>
                <w:p w:rsidR="00033008" w:rsidRPr="00E068DE" w:rsidRDefault="00033008" w:rsidP="00187984">
                  <w:pPr>
                    <w:numPr>
                      <w:ilvl w:val="1"/>
                      <w:numId w:val="20"/>
                    </w:num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68D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Subsistence Farming</w:t>
                  </w:r>
                  <w:r w:rsidRPr="00E068DE"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  <w:t xml:space="preserve"> </w:t>
                  </w:r>
                  <w:r w:rsidRPr="00E068DE">
                    <w:rPr>
                      <w:rFonts w:ascii="Arial" w:hAnsi="Arial" w:cs="Arial"/>
                      <w:sz w:val="24"/>
                      <w:szCs w:val="24"/>
                    </w:rPr>
                    <w:t xml:space="preserve">– </w:t>
                  </w:r>
                </w:p>
                <w:p w:rsidR="00033008" w:rsidRDefault="00033008" w:rsidP="00187984">
                  <w:pPr>
                    <w:spacing w:after="0" w:line="240" w:lineRule="auto"/>
                    <w:ind w:left="3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33008" w:rsidRPr="00E068DE" w:rsidRDefault="00033008" w:rsidP="00187984">
                  <w:pPr>
                    <w:spacing w:after="0" w:line="240" w:lineRule="auto"/>
                    <w:ind w:left="36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33008" w:rsidRPr="00E068DE" w:rsidRDefault="00033008" w:rsidP="00187984">
                  <w:pPr>
                    <w:numPr>
                      <w:ilvl w:val="0"/>
                      <w:numId w:val="20"/>
                    </w:num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68DE">
                    <w:rPr>
                      <w:rFonts w:ascii="Arial" w:hAnsi="Arial" w:cs="Arial"/>
                      <w:sz w:val="24"/>
                      <w:szCs w:val="24"/>
                    </w:rPr>
                    <w:t xml:space="preserve">Explain this satellite image? </w:t>
                  </w:r>
                </w:p>
                <w:p w:rsidR="00033008" w:rsidRDefault="00033008" w:rsidP="00187984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33008" w:rsidRPr="00E068DE" w:rsidRDefault="00033008" w:rsidP="00187984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33008" w:rsidRPr="00E068DE" w:rsidRDefault="00033008" w:rsidP="00187984">
                  <w:pPr>
                    <w:numPr>
                      <w:ilvl w:val="1"/>
                      <w:numId w:val="20"/>
                    </w:num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068DE">
                    <w:rPr>
                      <w:rFonts w:ascii="Arial" w:hAnsi="Arial" w:cs="Arial"/>
                      <w:sz w:val="24"/>
                      <w:szCs w:val="24"/>
                    </w:rPr>
                    <w:t>Why is it like this?</w:t>
                  </w:r>
                </w:p>
                <w:p w:rsidR="00033008" w:rsidRPr="00E068DE" w:rsidRDefault="00033008" w:rsidP="00187984">
                  <w:pPr>
                    <w:spacing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33008" w:rsidRPr="00E068DE" w:rsidRDefault="0003300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</w:p>
    <w:p w:rsidR="00033008" w:rsidRPr="006152C7" w:rsidRDefault="00033008" w:rsidP="00786103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033008" w:rsidRPr="006152C7" w:rsidSect="00E068DE">
      <w:headerReference w:type="default" r:id="rId8"/>
      <w:pgSz w:w="12240" w:h="20160" w:code="5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008" w:rsidRDefault="00033008" w:rsidP="007A4C98">
      <w:pPr>
        <w:spacing w:after="0" w:line="240" w:lineRule="auto"/>
      </w:pPr>
      <w:r>
        <w:separator/>
      </w:r>
    </w:p>
  </w:endnote>
  <w:endnote w:type="continuationSeparator" w:id="1">
    <w:p w:rsidR="00033008" w:rsidRDefault="00033008" w:rsidP="007A4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008" w:rsidRDefault="00033008" w:rsidP="007A4C98">
      <w:pPr>
        <w:spacing w:after="0" w:line="240" w:lineRule="auto"/>
      </w:pPr>
      <w:r>
        <w:separator/>
      </w:r>
    </w:p>
  </w:footnote>
  <w:footnote w:type="continuationSeparator" w:id="1">
    <w:p w:rsidR="00033008" w:rsidRDefault="00033008" w:rsidP="007A4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008" w:rsidRPr="007A4C98" w:rsidRDefault="00033008" w:rsidP="007A4C98">
    <w:pPr>
      <w:pStyle w:val="Header"/>
      <w:jc w:val="center"/>
      <w:rPr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D3DB4"/>
    <w:multiLevelType w:val="multilevel"/>
    <w:tmpl w:val="1E201D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0DF06E25"/>
    <w:multiLevelType w:val="hybridMultilevel"/>
    <w:tmpl w:val="C8560DAA"/>
    <w:lvl w:ilvl="0" w:tplc="97CA9CDA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63DA9"/>
    <w:multiLevelType w:val="multilevel"/>
    <w:tmpl w:val="AF7A7E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2B3120D"/>
    <w:multiLevelType w:val="hybridMultilevel"/>
    <w:tmpl w:val="BE0E9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61AFC"/>
    <w:multiLevelType w:val="hybridMultilevel"/>
    <w:tmpl w:val="E5CEBDF2"/>
    <w:lvl w:ilvl="0" w:tplc="93F6C2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294C7B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17B24F8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C324B4E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F952445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E4C3F9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5CAA46C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2B24E2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B20292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>
    <w:nsid w:val="16FB5F51"/>
    <w:multiLevelType w:val="multilevel"/>
    <w:tmpl w:val="DFF8AC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19BF6A9A"/>
    <w:multiLevelType w:val="multilevel"/>
    <w:tmpl w:val="92044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D2E1EB6"/>
    <w:multiLevelType w:val="multilevel"/>
    <w:tmpl w:val="87FC36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23C212F4"/>
    <w:multiLevelType w:val="hybridMultilevel"/>
    <w:tmpl w:val="35D0EBE6"/>
    <w:lvl w:ilvl="0" w:tplc="C02606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D0027D"/>
    <w:multiLevelType w:val="multilevel"/>
    <w:tmpl w:val="91167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A966C46"/>
    <w:multiLevelType w:val="multilevel"/>
    <w:tmpl w:val="B2201E1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E497554"/>
    <w:multiLevelType w:val="hybridMultilevel"/>
    <w:tmpl w:val="D1487746"/>
    <w:lvl w:ilvl="0" w:tplc="0E32E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69E5DBA"/>
    <w:multiLevelType w:val="multilevel"/>
    <w:tmpl w:val="139A4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4AC818DF"/>
    <w:multiLevelType w:val="multilevel"/>
    <w:tmpl w:val="047EB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>
    <w:nsid w:val="4BB10476"/>
    <w:multiLevelType w:val="multilevel"/>
    <w:tmpl w:val="E5F465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4C354C3A"/>
    <w:multiLevelType w:val="hybridMultilevel"/>
    <w:tmpl w:val="24006E98"/>
    <w:lvl w:ilvl="0" w:tplc="41A824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8DE49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C66EDC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944CB1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EF30B6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AAFE5B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383A7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599E9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5F384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>
    <w:nsid w:val="4E376BF8"/>
    <w:multiLevelType w:val="hybridMultilevel"/>
    <w:tmpl w:val="C0007422"/>
    <w:lvl w:ilvl="0" w:tplc="D088AC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B202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160A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90A463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BE52F5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9DEC01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960258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743EC9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4B14C0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7">
    <w:nsid w:val="4F716C48"/>
    <w:multiLevelType w:val="hybridMultilevel"/>
    <w:tmpl w:val="BF3037F2"/>
    <w:lvl w:ilvl="0" w:tplc="9BB610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05801D8"/>
    <w:multiLevelType w:val="hybridMultilevel"/>
    <w:tmpl w:val="BBD8F94E"/>
    <w:lvl w:ilvl="0" w:tplc="24F2BB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ADD12EE"/>
    <w:multiLevelType w:val="hybridMultilevel"/>
    <w:tmpl w:val="B2A04D22"/>
    <w:lvl w:ilvl="0" w:tplc="BCCA380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50132AA"/>
    <w:multiLevelType w:val="hybridMultilevel"/>
    <w:tmpl w:val="D02A6496"/>
    <w:lvl w:ilvl="0" w:tplc="513CF6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448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2F6BF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9C40C9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FB0DF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287EF7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F84E0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353E16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5545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1">
    <w:nsid w:val="701F2AF2"/>
    <w:multiLevelType w:val="multilevel"/>
    <w:tmpl w:val="6F0CB5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>
    <w:nsid w:val="74484360"/>
    <w:multiLevelType w:val="multilevel"/>
    <w:tmpl w:val="C8EA6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763B0ED9"/>
    <w:multiLevelType w:val="multilevel"/>
    <w:tmpl w:val="4F3E7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77973BAB"/>
    <w:multiLevelType w:val="multilevel"/>
    <w:tmpl w:val="E5F465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79B90FDF"/>
    <w:multiLevelType w:val="multilevel"/>
    <w:tmpl w:val="4BBCD2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7B58356E"/>
    <w:multiLevelType w:val="multilevel"/>
    <w:tmpl w:val="638A2E7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upp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1"/>
  </w:num>
  <w:num w:numId="5">
    <w:abstractNumId w:val="17"/>
  </w:num>
  <w:num w:numId="6">
    <w:abstractNumId w:val="16"/>
  </w:num>
  <w:num w:numId="7">
    <w:abstractNumId w:val="20"/>
  </w:num>
  <w:num w:numId="8">
    <w:abstractNumId w:val="15"/>
  </w:num>
  <w:num w:numId="9">
    <w:abstractNumId w:val="8"/>
  </w:num>
  <w:num w:numId="10">
    <w:abstractNumId w:val="4"/>
  </w:num>
  <w:num w:numId="11">
    <w:abstractNumId w:val="6"/>
  </w:num>
  <w:num w:numId="12">
    <w:abstractNumId w:val="23"/>
  </w:num>
  <w:num w:numId="13">
    <w:abstractNumId w:val="22"/>
  </w:num>
  <w:num w:numId="14">
    <w:abstractNumId w:val="7"/>
  </w:num>
  <w:num w:numId="15">
    <w:abstractNumId w:val="5"/>
  </w:num>
  <w:num w:numId="16">
    <w:abstractNumId w:val="9"/>
  </w:num>
  <w:num w:numId="17">
    <w:abstractNumId w:val="26"/>
  </w:num>
  <w:num w:numId="18">
    <w:abstractNumId w:val="25"/>
  </w:num>
  <w:num w:numId="19">
    <w:abstractNumId w:val="21"/>
  </w:num>
  <w:num w:numId="20">
    <w:abstractNumId w:val="13"/>
  </w:num>
  <w:num w:numId="21">
    <w:abstractNumId w:val="19"/>
  </w:num>
  <w:num w:numId="22">
    <w:abstractNumId w:val="2"/>
  </w:num>
  <w:num w:numId="23">
    <w:abstractNumId w:val="12"/>
  </w:num>
  <w:num w:numId="24">
    <w:abstractNumId w:val="10"/>
  </w:num>
  <w:num w:numId="25">
    <w:abstractNumId w:val="14"/>
  </w:num>
  <w:num w:numId="26">
    <w:abstractNumId w:val="24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D7C"/>
    <w:rsid w:val="00033008"/>
    <w:rsid w:val="00097A13"/>
    <w:rsid w:val="000C1328"/>
    <w:rsid w:val="001426B4"/>
    <w:rsid w:val="00187984"/>
    <w:rsid w:val="001A3DBD"/>
    <w:rsid w:val="001C2612"/>
    <w:rsid w:val="001C33D1"/>
    <w:rsid w:val="0023747B"/>
    <w:rsid w:val="0027079B"/>
    <w:rsid w:val="002922AD"/>
    <w:rsid w:val="002B794C"/>
    <w:rsid w:val="002D39E9"/>
    <w:rsid w:val="003366BC"/>
    <w:rsid w:val="003662E4"/>
    <w:rsid w:val="00392B84"/>
    <w:rsid w:val="003F4EE7"/>
    <w:rsid w:val="004139F3"/>
    <w:rsid w:val="004342B8"/>
    <w:rsid w:val="004D4489"/>
    <w:rsid w:val="005251A6"/>
    <w:rsid w:val="006152C7"/>
    <w:rsid w:val="00623F80"/>
    <w:rsid w:val="006649F1"/>
    <w:rsid w:val="006E2D7C"/>
    <w:rsid w:val="0070516D"/>
    <w:rsid w:val="00710B12"/>
    <w:rsid w:val="00756D18"/>
    <w:rsid w:val="00773E5C"/>
    <w:rsid w:val="00786103"/>
    <w:rsid w:val="007A4C98"/>
    <w:rsid w:val="007B22D4"/>
    <w:rsid w:val="007B4B96"/>
    <w:rsid w:val="00923179"/>
    <w:rsid w:val="00975484"/>
    <w:rsid w:val="009B515A"/>
    <w:rsid w:val="00A31976"/>
    <w:rsid w:val="00A53801"/>
    <w:rsid w:val="00A743F7"/>
    <w:rsid w:val="00A875D0"/>
    <w:rsid w:val="00B86B12"/>
    <w:rsid w:val="00C458BB"/>
    <w:rsid w:val="00CA12C9"/>
    <w:rsid w:val="00CD04B6"/>
    <w:rsid w:val="00CE073C"/>
    <w:rsid w:val="00D271ED"/>
    <w:rsid w:val="00D6198D"/>
    <w:rsid w:val="00DA6799"/>
    <w:rsid w:val="00E068DE"/>
    <w:rsid w:val="00F76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5D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E2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D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75484"/>
    <w:pPr>
      <w:ind w:left="720"/>
      <w:contextualSpacing/>
    </w:pPr>
  </w:style>
  <w:style w:type="table" w:styleId="TableGrid">
    <w:name w:val="Table Grid"/>
    <w:basedOn w:val="TableNormal"/>
    <w:uiPriority w:val="99"/>
    <w:rsid w:val="00975484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7A4C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4C98"/>
  </w:style>
  <w:style w:type="paragraph" w:styleId="Footer">
    <w:name w:val="footer"/>
    <w:basedOn w:val="Normal"/>
    <w:link w:val="FooterChar"/>
    <w:uiPriority w:val="99"/>
    <w:semiHidden/>
    <w:rsid w:val="007A4C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4C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6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91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9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6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6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9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6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9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6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9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69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9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69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9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69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9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69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9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285</Words>
  <Characters>1631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Jason P Warnick</dc:creator>
  <cp:keywords/>
  <dc:description/>
  <cp:lastModifiedBy>CFISD</cp:lastModifiedBy>
  <cp:revision>4</cp:revision>
  <cp:lastPrinted>2009-04-13T20:54:00Z</cp:lastPrinted>
  <dcterms:created xsi:type="dcterms:W3CDTF">2009-04-13T20:54:00Z</dcterms:created>
  <dcterms:modified xsi:type="dcterms:W3CDTF">2009-04-14T14:24:00Z</dcterms:modified>
</cp:coreProperties>
</file>